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D7FCB54" w:rsidR="0085747A" w:rsidRDefault="0071620A" w:rsidP="00CC241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8D21EF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71F9FB5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8D21EF">
        <w:rPr>
          <w:rFonts w:ascii="Corbel" w:hAnsi="Corbel"/>
          <w:sz w:val="20"/>
          <w:szCs w:val="20"/>
        </w:rPr>
        <w:t>1</w:t>
      </w:r>
      <w:r w:rsidR="00F6068C">
        <w:rPr>
          <w:rFonts w:ascii="Corbel" w:hAnsi="Corbel"/>
          <w:sz w:val="20"/>
          <w:szCs w:val="20"/>
        </w:rPr>
        <w:t>/202</w:t>
      </w:r>
      <w:r w:rsidR="008D21E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55DFAC" w:rsidR="0085747A" w:rsidRPr="00624815" w:rsidRDefault="00A24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CE5CAD" w:rsidR="00015B8F" w:rsidRPr="009C54AE" w:rsidRDefault="009D5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0E47A5" w:rsidR="0085747A" w:rsidRPr="009C54AE" w:rsidRDefault="009D5B77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975E715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5B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Komunikacja i negocjowanie w organizacji,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R.J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Davis D.,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Fanning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Schulz von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Thun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</w:t>
            </w:r>
            <w:proofErr w:type="spellStart"/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48DAE" w14:textId="77777777" w:rsidR="009F4E50" w:rsidRDefault="009F4E50" w:rsidP="00C16ABF">
      <w:pPr>
        <w:spacing w:after="0" w:line="240" w:lineRule="auto"/>
      </w:pPr>
      <w:r>
        <w:separator/>
      </w:r>
    </w:p>
  </w:endnote>
  <w:endnote w:type="continuationSeparator" w:id="0">
    <w:p w14:paraId="1446205D" w14:textId="77777777" w:rsidR="009F4E50" w:rsidRDefault="009F4E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0F719" w14:textId="77777777" w:rsidR="009F4E50" w:rsidRDefault="009F4E50" w:rsidP="00C16ABF">
      <w:pPr>
        <w:spacing w:after="0" w:line="240" w:lineRule="auto"/>
      </w:pPr>
      <w:r>
        <w:separator/>
      </w:r>
    </w:p>
  </w:footnote>
  <w:footnote w:type="continuationSeparator" w:id="0">
    <w:p w14:paraId="22ADB49D" w14:textId="77777777" w:rsidR="009F4E50" w:rsidRDefault="009F4E5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21EF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9F4E50"/>
    <w:rsid w:val="00A00ECC"/>
    <w:rsid w:val="00A06C70"/>
    <w:rsid w:val="00A155EE"/>
    <w:rsid w:val="00A2245B"/>
    <w:rsid w:val="00A240D8"/>
    <w:rsid w:val="00A245B2"/>
    <w:rsid w:val="00A26477"/>
    <w:rsid w:val="00A30110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FA"/>
    <w:rsid w:val="00D608D1"/>
    <w:rsid w:val="00D74119"/>
    <w:rsid w:val="00D8075B"/>
    <w:rsid w:val="00D8678B"/>
    <w:rsid w:val="00DA2114"/>
    <w:rsid w:val="00DA6057"/>
    <w:rsid w:val="00DC2B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FCACB8-CB9C-4665-B94C-E30C7416D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4B065-FC92-4683-807E-97BA37CA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2021-01-13T10:44:00Z</dcterms:created>
  <dcterms:modified xsi:type="dcterms:W3CDTF">2021-11-05T11:45:00Z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